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260" w:rsidRPr="003D01A6" w:rsidRDefault="00F96260" w:rsidP="007225B4">
      <w:pPr>
        <w:jc w:val="center"/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>Входная контрольная работа по математике в 4 классе</w:t>
      </w:r>
    </w:p>
    <w:p w:rsidR="00F96260" w:rsidRDefault="00F96260" w:rsidP="003D01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 ученика ____________________________________________</w:t>
      </w:r>
    </w:p>
    <w:p w:rsidR="00F96260" w:rsidRPr="003D01A6" w:rsidRDefault="00F96260" w:rsidP="007225B4">
      <w:pPr>
        <w:jc w:val="center"/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  <w:lang w:val="en-US"/>
        </w:rPr>
        <w:t>I</w:t>
      </w:r>
      <w:r w:rsidRPr="003D01A6">
        <w:rPr>
          <w:rFonts w:ascii="Times New Roman" w:hAnsi="Times New Roman"/>
          <w:sz w:val="28"/>
          <w:szCs w:val="28"/>
        </w:rPr>
        <w:t xml:space="preserve"> вариант</w:t>
      </w:r>
    </w:p>
    <w:p w:rsidR="00F96260" w:rsidRPr="003D01A6" w:rsidRDefault="00F96260" w:rsidP="007225B4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>А1</w:t>
      </w:r>
      <w:r w:rsidRPr="003D01A6">
        <w:rPr>
          <w:rFonts w:ascii="Times New Roman" w:hAnsi="Times New Roman"/>
          <w:sz w:val="28"/>
          <w:szCs w:val="28"/>
        </w:rPr>
        <w:t xml:space="preserve">  </w:t>
      </w:r>
      <w:r w:rsidRPr="003D01A6">
        <w:rPr>
          <w:rFonts w:ascii="Times New Roman" w:hAnsi="Times New Roman"/>
          <w:b/>
          <w:sz w:val="28"/>
          <w:szCs w:val="28"/>
        </w:rPr>
        <w:t>Реши примеры.</w:t>
      </w:r>
    </w:p>
    <w:p w:rsidR="00F96260" w:rsidRPr="003D01A6" w:rsidRDefault="00F96260" w:rsidP="007225B4">
      <w:p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 xml:space="preserve">        а) 2 ∙ (258 + 242)</w:t>
      </w:r>
    </w:p>
    <w:p w:rsidR="00F96260" w:rsidRPr="003D01A6" w:rsidRDefault="00F96260" w:rsidP="007225B4">
      <w:p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 xml:space="preserve">  1) 500                       2) 1000                   3) 490                   4) 980</w:t>
      </w:r>
    </w:p>
    <w:p w:rsidR="00F96260" w:rsidRPr="003D01A6" w:rsidRDefault="00F96260" w:rsidP="007225B4">
      <w:p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 xml:space="preserve">        б) (500 : 5 – 93): 7</w:t>
      </w:r>
    </w:p>
    <w:p w:rsidR="00F96260" w:rsidRPr="003D01A6" w:rsidRDefault="00F96260" w:rsidP="007225B4">
      <w:p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 xml:space="preserve">  1) 0                          2) 8                          3) 6                       4) 1</w:t>
      </w:r>
    </w:p>
    <w:p w:rsidR="00F96260" w:rsidRPr="003D01A6" w:rsidRDefault="00F96260" w:rsidP="007225B4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>А2  Вставь нужную цифру в «окошко», чтобы запись 312 ˃ 3</w:t>
      </w:r>
      <w:r w:rsidRPr="003D01A6">
        <w:rPr>
          <w:b/>
          <w:sz w:val="28"/>
          <w:szCs w:val="28"/>
        </w:rPr>
        <w:t>⃝</w:t>
      </w:r>
      <w:r w:rsidRPr="003D01A6">
        <w:rPr>
          <w:rFonts w:ascii="Times New Roman" w:hAnsi="Times New Roman"/>
          <w:b/>
          <w:sz w:val="28"/>
          <w:szCs w:val="28"/>
        </w:rPr>
        <w:t>2 была верной.</w:t>
      </w:r>
    </w:p>
    <w:p w:rsidR="00F96260" w:rsidRPr="003D01A6" w:rsidRDefault="00F96260" w:rsidP="00F32B7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>0                      2) 1                          3) 2                        4) 3</w:t>
      </w:r>
    </w:p>
    <w:p w:rsidR="00F96260" w:rsidRPr="003D01A6" w:rsidRDefault="00F96260" w:rsidP="00F32B77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>А3  Какова последовательность действий в выражении 2 ∙ 48 + (100 – 60 : 4)</w:t>
      </w:r>
    </w:p>
    <w:p w:rsidR="00F96260" w:rsidRPr="003D01A6" w:rsidRDefault="00F96260" w:rsidP="00F32B77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>Умножение, сложение, вычитание, деление.</w:t>
      </w:r>
    </w:p>
    <w:p w:rsidR="00F96260" w:rsidRPr="003D01A6" w:rsidRDefault="00F96260" w:rsidP="00F32B77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>Сложение, вычитание, деление, умножение.</w:t>
      </w:r>
    </w:p>
    <w:p w:rsidR="00F96260" w:rsidRPr="003D01A6" w:rsidRDefault="00F96260" w:rsidP="00F32B77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>Вычитание, деление, умножение, сложение.</w:t>
      </w:r>
    </w:p>
    <w:p w:rsidR="00F96260" w:rsidRPr="003D01A6" w:rsidRDefault="00F96260" w:rsidP="00F32B77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>Деление, вычитание, умножение, сложение.</w:t>
      </w:r>
    </w:p>
    <w:p w:rsidR="00F96260" w:rsidRPr="003D01A6" w:rsidRDefault="00F96260" w:rsidP="00F32B77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>А4.  реши задачу.</w:t>
      </w:r>
    </w:p>
    <w:p w:rsidR="00F96260" w:rsidRPr="003D01A6" w:rsidRDefault="00F96260" w:rsidP="00F32B77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>Билеты в автобус стоят 7 рублей. За группу детей руководитель заплатил 84 рубля. Сколько детей было в группе?</w:t>
      </w:r>
    </w:p>
    <w:p w:rsidR="00F96260" w:rsidRPr="003D01A6" w:rsidRDefault="00F96260" w:rsidP="00F32B77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 xml:space="preserve">588                         2) 12  </w:t>
      </w:r>
      <w:r w:rsidRPr="003D01A6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3D01A6">
        <w:rPr>
          <w:rFonts w:ascii="Times New Roman" w:hAnsi="Times New Roman"/>
          <w:sz w:val="28"/>
          <w:szCs w:val="28"/>
        </w:rPr>
        <w:t>3) 77                   4) 91</w:t>
      </w:r>
    </w:p>
    <w:p w:rsidR="00F96260" w:rsidRPr="003D01A6" w:rsidRDefault="00F96260" w:rsidP="00F32B77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>А5. реши задачу.</w:t>
      </w:r>
    </w:p>
    <w:p w:rsidR="00F96260" w:rsidRPr="003D01A6" w:rsidRDefault="00F96260" w:rsidP="00F32B77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 xml:space="preserve">В 7 одинаковых ящиках </w:t>
      </w:r>
      <w:smartTag w:uri="urn:schemas-microsoft-com:office:smarttags" w:element="metricconverter">
        <w:smartTagPr>
          <w:attr w:name="ProductID" w:val="56 кг"/>
        </w:smartTagPr>
        <w:r w:rsidRPr="003D01A6">
          <w:rPr>
            <w:rFonts w:ascii="Times New Roman" w:hAnsi="Times New Roman"/>
            <w:b/>
            <w:sz w:val="28"/>
            <w:szCs w:val="28"/>
          </w:rPr>
          <w:t>56 кг</w:t>
        </w:r>
      </w:smartTag>
      <w:r w:rsidRPr="003D01A6">
        <w:rPr>
          <w:rFonts w:ascii="Times New Roman" w:hAnsi="Times New Roman"/>
          <w:b/>
          <w:sz w:val="28"/>
          <w:szCs w:val="28"/>
        </w:rPr>
        <w:t xml:space="preserve"> мандаринов. Сколько таких  ящиков потребуется для </w:t>
      </w:r>
      <w:smartTag w:uri="urn:schemas-microsoft-com:office:smarttags" w:element="metricconverter">
        <w:smartTagPr>
          <w:attr w:name="ProductID" w:val="64 кг"/>
        </w:smartTagPr>
        <w:r w:rsidRPr="003D01A6">
          <w:rPr>
            <w:rFonts w:ascii="Times New Roman" w:hAnsi="Times New Roman"/>
            <w:b/>
            <w:sz w:val="28"/>
            <w:szCs w:val="28"/>
          </w:rPr>
          <w:t>64 кг</w:t>
        </w:r>
      </w:smartTag>
      <w:r w:rsidRPr="003D01A6">
        <w:rPr>
          <w:rFonts w:ascii="Times New Roman" w:hAnsi="Times New Roman"/>
          <w:b/>
          <w:sz w:val="28"/>
          <w:szCs w:val="28"/>
        </w:rPr>
        <w:t xml:space="preserve"> мандаринов?</w:t>
      </w:r>
    </w:p>
    <w:p w:rsidR="00F96260" w:rsidRPr="003D01A6" w:rsidRDefault="00F96260" w:rsidP="00F32B77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 xml:space="preserve"> </w:t>
      </w:r>
      <w:r w:rsidRPr="003D01A6">
        <w:rPr>
          <w:rFonts w:ascii="Times New Roman" w:hAnsi="Times New Roman"/>
          <w:sz w:val="28"/>
          <w:szCs w:val="28"/>
        </w:rPr>
        <w:t>8 ящ.                    2) 10 ящ.                        3) 7 ящ.                          4) 9 ящ.</w:t>
      </w:r>
    </w:p>
    <w:p w:rsidR="00F96260" w:rsidRPr="003D01A6" w:rsidRDefault="00F96260" w:rsidP="00280078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>А6.  Какая величина лишняя?</w:t>
      </w:r>
    </w:p>
    <w:p w:rsidR="00F96260" w:rsidRPr="003D01A6" w:rsidRDefault="00F96260" w:rsidP="00280078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 xml:space="preserve">3 года                  2) 7 мин                     3) </w:t>
      </w:r>
      <w:smartTag w:uri="urn:schemas-microsoft-com:office:smarttags" w:element="metricconverter">
        <w:smartTagPr>
          <w:attr w:name="ProductID" w:val="8 мм"/>
        </w:smartTagPr>
        <w:r w:rsidRPr="003D01A6">
          <w:rPr>
            <w:rFonts w:ascii="Times New Roman" w:hAnsi="Times New Roman"/>
            <w:sz w:val="28"/>
            <w:szCs w:val="28"/>
          </w:rPr>
          <w:t>8 мм</w:t>
        </w:r>
      </w:smartTag>
      <w:r w:rsidRPr="003D01A6">
        <w:rPr>
          <w:rFonts w:ascii="Times New Roman" w:hAnsi="Times New Roman"/>
          <w:sz w:val="28"/>
          <w:szCs w:val="28"/>
        </w:rPr>
        <w:t xml:space="preserve">                         4) 10 сек</w:t>
      </w:r>
      <w:bookmarkStart w:id="0" w:name="_GoBack"/>
      <w:bookmarkEnd w:id="0"/>
    </w:p>
    <w:p w:rsidR="00F96260" w:rsidRPr="003D01A6" w:rsidRDefault="00F96260" w:rsidP="00280078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 xml:space="preserve">А7.  Определи, сколько сантиметров в </w:t>
      </w:r>
      <w:smartTag w:uri="urn:schemas-microsoft-com:office:smarttags" w:element="metricconverter">
        <w:smartTagPr>
          <w:attr w:name="ProductID" w:val="5 м"/>
        </w:smartTagPr>
        <w:r w:rsidRPr="003D01A6">
          <w:rPr>
            <w:rFonts w:ascii="Times New Roman" w:hAnsi="Times New Roman"/>
            <w:b/>
            <w:sz w:val="28"/>
            <w:szCs w:val="28"/>
          </w:rPr>
          <w:t>5 м</w:t>
        </w:r>
      </w:smartTag>
      <w:r w:rsidRPr="003D01A6">
        <w:rPr>
          <w:rFonts w:ascii="Times New Roman" w:hAnsi="Times New Roman"/>
          <w:b/>
          <w:sz w:val="28"/>
          <w:szCs w:val="28"/>
        </w:rPr>
        <w:t xml:space="preserve"> 6 дм.</w:t>
      </w:r>
    </w:p>
    <w:p w:rsidR="00F96260" w:rsidRPr="003D01A6" w:rsidRDefault="00F96260" w:rsidP="00280078">
      <w:pPr>
        <w:pStyle w:val="ListParagraph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56 см"/>
        </w:smartTagPr>
        <w:r w:rsidRPr="003D01A6">
          <w:rPr>
            <w:rFonts w:ascii="Times New Roman" w:hAnsi="Times New Roman"/>
            <w:sz w:val="28"/>
            <w:szCs w:val="28"/>
          </w:rPr>
          <w:t>56 см</w:t>
        </w:r>
      </w:smartTag>
      <w:r w:rsidRPr="003D01A6">
        <w:rPr>
          <w:rFonts w:ascii="Times New Roman" w:hAnsi="Times New Roman"/>
          <w:sz w:val="28"/>
          <w:szCs w:val="28"/>
        </w:rPr>
        <w:t xml:space="preserve">                   2) </w:t>
      </w:r>
      <w:smartTag w:uri="urn:schemas-microsoft-com:office:smarttags" w:element="metricconverter">
        <w:smartTagPr>
          <w:attr w:name="ProductID" w:val="506 см"/>
        </w:smartTagPr>
        <w:r w:rsidRPr="003D01A6">
          <w:rPr>
            <w:rFonts w:ascii="Times New Roman" w:hAnsi="Times New Roman"/>
            <w:sz w:val="28"/>
            <w:szCs w:val="28"/>
          </w:rPr>
          <w:t>506 см</w:t>
        </w:r>
      </w:smartTag>
      <w:r w:rsidRPr="003D01A6">
        <w:rPr>
          <w:rFonts w:ascii="Times New Roman" w:hAnsi="Times New Roman"/>
          <w:sz w:val="28"/>
          <w:szCs w:val="28"/>
        </w:rPr>
        <w:t xml:space="preserve">                     3) </w:t>
      </w:r>
      <w:smartTag w:uri="urn:schemas-microsoft-com:office:smarttags" w:element="metricconverter">
        <w:smartTagPr>
          <w:attr w:name="ProductID" w:val="560 см"/>
        </w:smartTagPr>
        <w:r w:rsidRPr="003D01A6">
          <w:rPr>
            <w:rFonts w:ascii="Times New Roman" w:hAnsi="Times New Roman"/>
            <w:sz w:val="28"/>
            <w:szCs w:val="28"/>
          </w:rPr>
          <w:t>560 см</w:t>
        </w:r>
      </w:smartTag>
      <w:r w:rsidRPr="003D01A6">
        <w:rPr>
          <w:rFonts w:ascii="Times New Roman" w:hAnsi="Times New Roman"/>
          <w:sz w:val="28"/>
          <w:szCs w:val="28"/>
        </w:rPr>
        <w:t xml:space="preserve">                        4) </w:t>
      </w:r>
      <w:smartTag w:uri="urn:schemas-microsoft-com:office:smarttags" w:element="metricconverter">
        <w:smartTagPr>
          <w:attr w:name="ProductID" w:val="11 см"/>
        </w:smartTagPr>
        <w:r w:rsidRPr="003D01A6">
          <w:rPr>
            <w:rFonts w:ascii="Times New Roman" w:hAnsi="Times New Roman"/>
            <w:sz w:val="28"/>
            <w:szCs w:val="28"/>
          </w:rPr>
          <w:t>11 см</w:t>
        </w:r>
      </w:smartTag>
    </w:p>
    <w:p w:rsidR="00F96260" w:rsidRPr="003D01A6" w:rsidRDefault="00F96260" w:rsidP="00280078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 xml:space="preserve">А8. Длина одной стороны прямоугольника </w:t>
      </w:r>
      <w:smartTag w:uri="urn:schemas-microsoft-com:office:smarttags" w:element="metricconverter">
        <w:smartTagPr>
          <w:attr w:name="ProductID" w:val="6 см"/>
        </w:smartTagPr>
        <w:r w:rsidRPr="003D01A6">
          <w:rPr>
            <w:rFonts w:ascii="Times New Roman" w:hAnsi="Times New Roman"/>
            <w:b/>
            <w:sz w:val="28"/>
            <w:szCs w:val="28"/>
          </w:rPr>
          <w:t>6 см</w:t>
        </w:r>
      </w:smartTag>
      <w:r w:rsidRPr="003D01A6">
        <w:rPr>
          <w:rFonts w:ascii="Times New Roman" w:hAnsi="Times New Roman"/>
          <w:b/>
          <w:sz w:val="28"/>
          <w:szCs w:val="28"/>
        </w:rPr>
        <w:t>. Найди его площадь, если другая сторона в два раза короче.</w:t>
      </w:r>
    </w:p>
    <w:p w:rsidR="00F96260" w:rsidRPr="003D01A6" w:rsidRDefault="00F96260" w:rsidP="00280078">
      <w:pPr>
        <w:pStyle w:val="ListParagraph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3D01A6">
        <w:rPr>
          <w:rFonts w:ascii="Times New Roman" w:hAnsi="Times New Roman"/>
          <w:sz w:val="28"/>
          <w:szCs w:val="28"/>
        </w:rPr>
        <w:t>54 см²                     2) 18 см²                   3) 9 см²                  4) 15 см²</w:t>
      </w:r>
    </w:p>
    <w:p w:rsidR="00F96260" w:rsidRPr="003D01A6" w:rsidRDefault="00F96260" w:rsidP="00280078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>В1. Запиши решение столбиком и реши:</w:t>
      </w:r>
    </w:p>
    <w:p w:rsidR="00F96260" w:rsidRPr="003D01A6" w:rsidRDefault="00F96260" w:rsidP="00280078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>365 + 137                     536 – 284                              38 ∙ 9                      906 :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7"/>
        <w:gridCol w:w="3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</w:tblGrid>
      <w:tr w:rsidR="00F96260" w:rsidRPr="003D01A6" w:rsidTr="007A2121"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6260" w:rsidRPr="003D01A6" w:rsidTr="007A2121"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6260" w:rsidRPr="003D01A6" w:rsidTr="007A2121"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6260" w:rsidRPr="003D01A6" w:rsidTr="007A2121"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6260" w:rsidRPr="003D01A6" w:rsidTr="007A2121"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96260" w:rsidRPr="003D01A6" w:rsidRDefault="00F96260" w:rsidP="00280078">
      <w:pPr>
        <w:rPr>
          <w:rFonts w:ascii="Times New Roman" w:hAnsi="Times New Roman"/>
          <w:b/>
          <w:sz w:val="28"/>
          <w:szCs w:val="28"/>
        </w:rPr>
      </w:pPr>
    </w:p>
    <w:p w:rsidR="00F96260" w:rsidRPr="003D01A6" w:rsidRDefault="00F96260" w:rsidP="00280078">
      <w:pPr>
        <w:rPr>
          <w:rFonts w:ascii="Times New Roman" w:hAnsi="Times New Roman"/>
          <w:b/>
          <w:sz w:val="28"/>
          <w:szCs w:val="28"/>
        </w:rPr>
      </w:pPr>
      <w:r w:rsidRPr="003D01A6">
        <w:rPr>
          <w:rFonts w:ascii="Times New Roman" w:hAnsi="Times New Roman"/>
          <w:b/>
          <w:sz w:val="28"/>
          <w:szCs w:val="28"/>
        </w:rPr>
        <w:t>В2. На двух полках одинаковое число книг. С первой полки переложили на вторую 3 книги. На какой полке стало книг больше и на сколько?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7"/>
        <w:gridCol w:w="357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</w:tblGrid>
      <w:tr w:rsidR="00F96260" w:rsidRPr="003D01A6" w:rsidTr="007A2121"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" w:type="dxa"/>
          </w:tcPr>
          <w:p w:rsidR="00F96260" w:rsidRPr="003D01A6" w:rsidRDefault="00F96260" w:rsidP="007A212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96260" w:rsidRPr="003D01A6" w:rsidRDefault="00F96260" w:rsidP="00280078">
      <w:pPr>
        <w:rPr>
          <w:rFonts w:ascii="Times New Roman" w:hAnsi="Times New Roman"/>
          <w:b/>
          <w:sz w:val="28"/>
          <w:szCs w:val="28"/>
        </w:rPr>
      </w:pPr>
    </w:p>
    <w:sectPr w:rsidR="00F96260" w:rsidRPr="003D01A6" w:rsidSect="007225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057B"/>
    <w:multiLevelType w:val="hybridMultilevel"/>
    <w:tmpl w:val="DD5A883A"/>
    <w:lvl w:ilvl="0" w:tplc="1B4C7B12">
      <w:start w:val="1"/>
      <w:numFmt w:val="decimal"/>
      <w:lvlText w:val="%1)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">
    <w:nsid w:val="09B8027C"/>
    <w:multiLevelType w:val="hybridMultilevel"/>
    <w:tmpl w:val="3E1E50CC"/>
    <w:lvl w:ilvl="0" w:tplc="CD46765C">
      <w:start w:val="1"/>
      <w:numFmt w:val="decimal"/>
      <w:lvlText w:val="%1)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2">
    <w:nsid w:val="15E1163B"/>
    <w:multiLevelType w:val="hybridMultilevel"/>
    <w:tmpl w:val="A59007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62360A"/>
    <w:multiLevelType w:val="hybridMultilevel"/>
    <w:tmpl w:val="182497BA"/>
    <w:lvl w:ilvl="0" w:tplc="9C5E5700">
      <w:start w:val="1"/>
      <w:numFmt w:val="decimal"/>
      <w:lvlText w:val="%1)"/>
      <w:lvlJc w:val="left"/>
      <w:pPr>
        <w:ind w:left="6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4">
    <w:nsid w:val="30683FB4"/>
    <w:multiLevelType w:val="hybridMultilevel"/>
    <w:tmpl w:val="D2603B5C"/>
    <w:lvl w:ilvl="0" w:tplc="CDCCB588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5">
    <w:nsid w:val="386E2052"/>
    <w:multiLevelType w:val="hybridMultilevel"/>
    <w:tmpl w:val="46A4538E"/>
    <w:lvl w:ilvl="0" w:tplc="693E08AE">
      <w:start w:val="1"/>
      <w:numFmt w:val="decimal"/>
      <w:lvlText w:val="%1)"/>
      <w:lvlJc w:val="left"/>
      <w:pPr>
        <w:ind w:left="6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6">
    <w:nsid w:val="4E3873A6"/>
    <w:multiLevelType w:val="hybridMultilevel"/>
    <w:tmpl w:val="ED80C50A"/>
    <w:lvl w:ilvl="0" w:tplc="A3684DC4">
      <w:start w:val="1"/>
      <w:numFmt w:val="decimal"/>
      <w:lvlText w:val="%1)"/>
      <w:lvlJc w:val="left"/>
      <w:pPr>
        <w:ind w:left="6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5B4"/>
    <w:rsid w:val="00043E02"/>
    <w:rsid w:val="000505D9"/>
    <w:rsid w:val="00067619"/>
    <w:rsid w:val="000A0EF0"/>
    <w:rsid w:val="000C70DE"/>
    <w:rsid w:val="00103411"/>
    <w:rsid w:val="00106B15"/>
    <w:rsid w:val="00111B43"/>
    <w:rsid w:val="001712B6"/>
    <w:rsid w:val="00174149"/>
    <w:rsid w:val="001C442E"/>
    <w:rsid w:val="001C5296"/>
    <w:rsid w:val="00245EFD"/>
    <w:rsid w:val="002532AD"/>
    <w:rsid w:val="00273B3E"/>
    <w:rsid w:val="00280078"/>
    <w:rsid w:val="00283B36"/>
    <w:rsid w:val="002B6CE6"/>
    <w:rsid w:val="002F542F"/>
    <w:rsid w:val="00351A9A"/>
    <w:rsid w:val="0037561C"/>
    <w:rsid w:val="00383E5F"/>
    <w:rsid w:val="00395FF1"/>
    <w:rsid w:val="003D01A6"/>
    <w:rsid w:val="003D0560"/>
    <w:rsid w:val="003E6C86"/>
    <w:rsid w:val="00417C6E"/>
    <w:rsid w:val="00427FA6"/>
    <w:rsid w:val="00496809"/>
    <w:rsid w:val="004D47A0"/>
    <w:rsid w:val="004F626B"/>
    <w:rsid w:val="00540BA4"/>
    <w:rsid w:val="0056009F"/>
    <w:rsid w:val="0056785B"/>
    <w:rsid w:val="005754F8"/>
    <w:rsid w:val="005A14B5"/>
    <w:rsid w:val="005B3C49"/>
    <w:rsid w:val="00607328"/>
    <w:rsid w:val="00637FC9"/>
    <w:rsid w:val="006A0EDB"/>
    <w:rsid w:val="006C4169"/>
    <w:rsid w:val="006C5233"/>
    <w:rsid w:val="007006BF"/>
    <w:rsid w:val="007225B4"/>
    <w:rsid w:val="0075728B"/>
    <w:rsid w:val="00764798"/>
    <w:rsid w:val="00775FCF"/>
    <w:rsid w:val="00783202"/>
    <w:rsid w:val="00793A90"/>
    <w:rsid w:val="007A2121"/>
    <w:rsid w:val="007F612A"/>
    <w:rsid w:val="008941F8"/>
    <w:rsid w:val="00950667"/>
    <w:rsid w:val="009A5957"/>
    <w:rsid w:val="009E7013"/>
    <w:rsid w:val="009F1F8E"/>
    <w:rsid w:val="00A22EC0"/>
    <w:rsid w:val="00A83CBC"/>
    <w:rsid w:val="00AA66E4"/>
    <w:rsid w:val="00AF0C9B"/>
    <w:rsid w:val="00B35C4E"/>
    <w:rsid w:val="00BE4A08"/>
    <w:rsid w:val="00BE507D"/>
    <w:rsid w:val="00C55BBA"/>
    <w:rsid w:val="00D24D63"/>
    <w:rsid w:val="00D7688C"/>
    <w:rsid w:val="00D86D31"/>
    <w:rsid w:val="00DE2324"/>
    <w:rsid w:val="00DF1B89"/>
    <w:rsid w:val="00E12622"/>
    <w:rsid w:val="00E34757"/>
    <w:rsid w:val="00EB1F57"/>
    <w:rsid w:val="00EC78DB"/>
    <w:rsid w:val="00F059D5"/>
    <w:rsid w:val="00F16F70"/>
    <w:rsid w:val="00F32B77"/>
    <w:rsid w:val="00F42DF8"/>
    <w:rsid w:val="00F65C16"/>
    <w:rsid w:val="00F7247D"/>
    <w:rsid w:val="00F96260"/>
    <w:rsid w:val="00FA1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5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32B77"/>
    <w:pPr>
      <w:ind w:left="720"/>
      <w:contextualSpacing/>
    </w:pPr>
  </w:style>
  <w:style w:type="table" w:styleId="TableGrid">
    <w:name w:val="Table Grid"/>
    <w:basedOn w:val="TableNormal"/>
    <w:uiPriority w:val="99"/>
    <w:rsid w:val="0028007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316</Words>
  <Characters>1806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Входная контрольная работа по математике в 4 классе</dc:title>
  <dc:subject/>
  <dc:creator>Microsoft Office</dc:creator>
  <cp:keywords/>
  <dc:description/>
  <cp:lastModifiedBy>Вера</cp:lastModifiedBy>
  <cp:revision>3</cp:revision>
  <dcterms:created xsi:type="dcterms:W3CDTF">2018-09-09T06:54:00Z</dcterms:created>
  <dcterms:modified xsi:type="dcterms:W3CDTF">2018-09-25T10:14:00Z</dcterms:modified>
</cp:coreProperties>
</file>